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636" w:rsidRDefault="00E30694"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-186690</wp:posOffset>
                </wp:positionV>
                <wp:extent cx="6446520" cy="800100"/>
                <wp:effectExtent l="0" t="3810" r="1905" b="0"/>
                <wp:wrapNone/>
                <wp:docPr id="3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6520" cy="800100"/>
                          <a:chOff x="753" y="555"/>
                          <a:chExt cx="10152" cy="1260"/>
                        </a:xfrm>
                      </wpg:grpSpPr>
                      <wpg:grpSp>
                        <wpg:cNvPr id="33" name="Group 3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35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1C66" w:rsidRPr="0021511C" w:rsidRDefault="004A1C66" w:rsidP="004A1C66">
                                <w:pPr>
                                  <w:tabs>
                                    <w:tab w:val="right" w:pos="5580"/>
                                    <w:tab w:val="right" w:pos="918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Name: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ab/>
                                </w:r>
                                <w:r w:rsidR="00F12B99">
                                  <w:fldChar w:fldCharType="begin"/>
                                </w:r>
                                <w:r w:rsidR="00F12B99">
                                  <w:instrText xml:space="preserve"> FILENAME   \* MERGEFORMAT </w:instrText>
                                </w:r>
                                <w:r w:rsidR="00F12B99">
                                  <w:fldChar w:fldCharType="separate"/>
                                </w:r>
                                <w:r w:rsidR="00C323DB">
                                  <w:rPr>
                                    <w:rFonts w:ascii="Times New Roman" w:hAnsi="Times New Roman"/>
                                    <w:noProof/>
                                    <w:sz w:val="24"/>
                                    <w:szCs w:val="24"/>
                                  </w:rPr>
                                  <w:t>HW14</w:t>
                                </w:r>
                                <w:r w:rsidR="00827215">
                                  <w:rPr>
                                    <w:noProof/>
                                  </w:rPr>
                                  <w:t>_Distance&amp;AbsoluteValue</w:t>
                                </w:r>
                                <w:r w:rsidR="00F12B99"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  <w:p w:rsidR="004A1C66" w:rsidRPr="00311F19" w:rsidRDefault="004A1C66" w:rsidP="004A1C66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Mr. Tiénou-Gustafson</w:t>
                                </w:r>
                                <w:r w:rsidR="00674044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, Mr. Bielmeier</w:t>
                                </w:r>
                              </w:p>
                              <w:p w:rsidR="004A1C66" w:rsidRPr="0021511C" w:rsidRDefault="004A1C66" w:rsidP="004A1C66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Geometry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, Period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  <w:p w:rsidR="004A1C66" w:rsidRPr="0021511C" w:rsidRDefault="004A1C66" w:rsidP="004A1C66">
                                <w:pPr>
                                  <w:tabs>
                                    <w:tab w:val="right" w:pos="279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Due Date: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="005C6568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>Thu</w:t>
                                </w:r>
                                <w:r w:rsidR="00A72915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, </w:t>
                                </w:r>
                                <w:r w:rsidR="005C6568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>18</w:t>
                                </w:r>
                                <w:r w:rsidR="00A72915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Sep 2014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7" name="Picture 6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9.75pt;margin-top:-14.7pt;width:507.6pt;height:63pt;z-index:251656704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">
                <v:group id="Group 3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rect id="Rectangle 4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4I58QA&#10;AADbAAAADwAAAGRycy9kb3ducmV2LnhtbESPQWvCQBSE7wX/w/IEL6IbLRVJXUUEMUhBjNbzI/ua&#10;hGbfxuyapP++WxB6HGbmG2a16U0lWmpcaVnBbBqBIM6sLjlXcL3sJ0sQziNrrCyTgh9ysFkPXlYY&#10;a9vxmdrU5yJA2MWooPC+jqV0WUEG3dTWxMH7so1BH2STS91gF+CmkvMoWkiDJYeFAmvaFZR9pw+j&#10;oMtO7e3ycZCn8S2xfE/uu/TzqNRo2G/fQXjq/X/42U60gtc3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OCOfEAAAA2wAAAA8AAAAAAAAAAAAAAAAAmAIAAGRycy9k&#10;b3ducmV2LnhtbFBLBQYAAAAABAAEAPUAAACJAwAAAAA=&#10;" filled="f" stroked="f">
                    <v:textbox>
                      <w:txbxContent>
                        <w:p w:rsidR="004A1C66" w:rsidRPr="0021511C" w:rsidRDefault="004A1C66" w:rsidP="004A1C66">
                          <w:pPr>
                            <w:tabs>
                              <w:tab w:val="right" w:pos="5580"/>
                              <w:tab w:val="right" w:pos="918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Name: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ab/>
                          </w:r>
                          <w:fldSimple w:instr=" FILENAME   \* MERGEFORMAT ">
                            <w:r w:rsidR="00C323DB"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t>HW14</w:t>
                            </w:r>
                            <w:r w:rsidR="00827215">
                              <w:rPr>
                                <w:noProof/>
                              </w:rPr>
                              <w:t>_Distance&amp;AbsoluteValue</w:t>
                            </w:r>
                          </w:fldSimple>
                        </w:p>
                        <w:p w:rsidR="004A1C66" w:rsidRPr="00311F19" w:rsidRDefault="004A1C66" w:rsidP="004A1C66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i/>
                              <w:sz w:val="24"/>
                              <w:u w:val="single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Mr. Tiénou-Gustafson</w:t>
                          </w:r>
                          <w:r w:rsidR="00674044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, Mr. Bielmeier</w:t>
                          </w:r>
                        </w:p>
                        <w:p w:rsidR="004A1C66" w:rsidRPr="0021511C" w:rsidRDefault="004A1C66" w:rsidP="004A1C66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Geometry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, Period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  <w:p w:rsidR="004A1C66" w:rsidRPr="0021511C" w:rsidRDefault="004A1C66" w:rsidP="004A1C66">
                          <w:pPr>
                            <w:tabs>
                              <w:tab w:val="right" w:pos="279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Due Date: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="005C6568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>Thu</w:t>
                          </w:r>
                          <w:r w:rsidR="00A72915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, </w:t>
                          </w:r>
                          <w:r w:rsidR="005C6568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>18</w:t>
                          </w:r>
                          <w:r w:rsidR="00A72915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Sep 2014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5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iS8MA&#10;AADbAAAADwAAAGRycy9kb3ducmV2LnhtbESPQWvCQBSE70L/w/IKXqRuqlaa1FWKIHpNWorHR/Y1&#10;Cdl9G7IbTf99VxA8DjPzDbPZjdaIC/W+cazgdZ6AIC6dbrhS8P11eHkH4QOyRuOYFPyRh932abLB&#10;TLsr53QpQiUihH2GCuoQukxKX9Zk0c9dRxy9X9dbDFH2ldQ9XiPcGrlIkrW02HBcqLGjfU1lWwxW&#10;gfwZzkO+WrWmCLM8PZv0+NZppabP4+cHiEBjeITv7ZNWsFzD7Uv8AXL7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IiS8MAAADbAAAADwAAAAAAAAAAAAAAAACYAgAAZHJzL2Rv&#10;d25yZXYueG1sUEsFBgAAAAAEAAQA9QAAAIgDAAAAAA==&#10;">
                    <v:shadow on="t"/>
                    <v:textbox inset=",0,,0">
                      <w:txbxContent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fHAbFAAAA2wAAAA8AAABkcnMvZG93bnJldi54bWxEj09rwkAUxO+C32F5Qm+6sUIq0Y2IrdBK&#10;L42C12f25Y9m34bsVlM/vVso9DjMzG+Y5ao3jbhS52rLCqaTCARxbnXNpYLDfjueg3AeWWNjmRT8&#10;kINVOhwsMdH2xl90zXwpAoRdggoq79tESpdXZNBNbEscvMJ2Bn2QXSl1h7cAN418jqJYGqw5LFTY&#10;0qai/JJ9GwWf8rTLP4rsbl95+3bcx/dZXJ+Vehr16wUIT73/D/+137WC2Qv8fgk/QKY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GXxwGxQAAANsAAAAPAAAAAAAAAAAAAAAA&#10;AJ8CAABkcnMvZG93bnJldi54bWxQSwUGAAAAAAQABAD3AAAAkQMAAAAA&#10;">
                  <v:imagedata r:id="rId8" o:title="El Mate Vive"/>
                </v:shape>
              </v:group>
            </w:pict>
          </mc:Fallback>
        </mc:AlternateContent>
      </w:r>
    </w:p>
    <w:p w:rsidR="00433636" w:rsidRDefault="00433636"/>
    <w:p w:rsidR="004A1C66" w:rsidRDefault="004A1C66"/>
    <w:p w:rsidR="004A1C66" w:rsidRDefault="004A1C66"/>
    <w:p w:rsidR="00906228" w:rsidRDefault="004A1C66" w:rsidP="00906228">
      <w:pPr>
        <w:rPr>
          <w:rFonts w:ascii="Calibri" w:hAnsi="Calibri"/>
          <w:b/>
        </w:rPr>
      </w:pPr>
      <w:r>
        <w:t xml:space="preserve"> </w:t>
      </w:r>
      <w:r w:rsidR="00906228" w:rsidRPr="007E4DA0">
        <w:rPr>
          <w:rFonts w:ascii="Calibri" w:hAnsi="Calibri"/>
          <w:b/>
        </w:rPr>
        <w:t>Failure to</w:t>
      </w:r>
      <w:r w:rsidR="00906228">
        <w:rPr>
          <w:rFonts w:ascii="Calibri" w:hAnsi="Calibri"/>
          <w:b/>
        </w:rPr>
        <w:t xml:space="preserve"> </w:t>
      </w:r>
      <w:r w:rsidR="00906228" w:rsidRPr="00A72915">
        <w:rPr>
          <w:rFonts w:ascii="Calibri" w:hAnsi="Calibri"/>
          <w:b/>
          <w:u w:val="single"/>
        </w:rPr>
        <w:t>show work</w:t>
      </w:r>
      <w:r w:rsidR="00906228">
        <w:rPr>
          <w:rFonts w:ascii="Calibri" w:hAnsi="Calibri"/>
          <w:b/>
        </w:rPr>
        <w:t xml:space="preserve"> and write in</w:t>
      </w:r>
      <w:r w:rsidR="00906228" w:rsidRPr="007E4DA0">
        <w:rPr>
          <w:rFonts w:ascii="Calibri" w:hAnsi="Calibri"/>
          <w:b/>
        </w:rPr>
        <w:t xml:space="preserve"> </w:t>
      </w:r>
      <w:r w:rsidR="00906228" w:rsidRPr="00A72915">
        <w:rPr>
          <w:rFonts w:ascii="Calibri" w:hAnsi="Calibri"/>
          <w:b/>
          <w:u w:val="single"/>
        </w:rPr>
        <w:t>complete sentences</w:t>
      </w:r>
      <w:r w:rsidR="00906228" w:rsidRPr="007E4DA0">
        <w:rPr>
          <w:rFonts w:ascii="Calibri" w:hAnsi="Calibri"/>
          <w:b/>
        </w:rPr>
        <w:t xml:space="preserve"> will result in a LaSalle. </w:t>
      </w:r>
      <w:r w:rsidR="00A72915">
        <w:rPr>
          <w:rFonts w:ascii="Calibri" w:hAnsi="Calibri"/>
          <w:b/>
        </w:rPr>
        <w:t xml:space="preserve">Answers should be </w:t>
      </w:r>
      <w:r w:rsidR="00A72915" w:rsidRPr="00A72915">
        <w:rPr>
          <w:rFonts w:ascii="Calibri" w:hAnsi="Calibri"/>
          <w:b/>
          <w:bdr w:val="single" w:sz="4" w:space="0" w:color="auto"/>
        </w:rPr>
        <w:t>boxed</w:t>
      </w:r>
      <w:r w:rsidR="00A72915">
        <w:rPr>
          <w:rFonts w:ascii="Calibri" w:hAnsi="Calibri"/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9"/>
        <w:gridCol w:w="5341"/>
      </w:tblGrid>
      <w:tr w:rsidR="00294DA4" w:rsidTr="00714AAC">
        <w:tc>
          <w:tcPr>
            <w:tcW w:w="11016" w:type="dxa"/>
            <w:gridSpan w:val="2"/>
          </w:tcPr>
          <w:p w:rsidR="00294DA4" w:rsidRPr="00E83035" w:rsidRDefault="00294DA4" w:rsidP="00714AAC">
            <w:pPr>
              <w:rPr>
                <w:rFonts w:ascii="Calibri" w:hAnsi="Calibri" w:cs="Cambria"/>
                <w:bCs/>
              </w:rPr>
            </w:pPr>
            <w:r>
              <w:rPr>
                <w:rFonts w:ascii="Calibri" w:hAnsi="Calibri" w:cs="Cambria"/>
                <w:noProof/>
                <w:sz w:val="20"/>
              </w:rPr>
              <w:drawing>
                <wp:anchor distT="0" distB="0" distL="114300" distR="114300" simplePos="0" relativeHeight="251654656" behindDoc="1" locked="0" layoutInCell="1" allowOverlap="1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281940</wp:posOffset>
                  </wp:positionV>
                  <wp:extent cx="4943475" cy="476250"/>
                  <wp:effectExtent l="19050" t="0" r="9525" b="0"/>
                  <wp:wrapTight wrapText="bothSides">
                    <wp:wrapPolygon edited="0">
                      <wp:start x="-83" y="0"/>
                      <wp:lineTo x="-83" y="20736"/>
                      <wp:lineTo x="21642" y="20736"/>
                      <wp:lineTo x="21642" y="0"/>
                      <wp:lineTo x="-83" y="0"/>
                    </wp:wrapPolygon>
                  </wp:wrapTight>
                  <wp:docPr id="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34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83035">
              <w:rPr>
                <w:rFonts w:ascii="Calibri" w:hAnsi="Calibri" w:cs="Cambria"/>
                <w:bCs/>
              </w:rPr>
              <w:t xml:space="preserve">Use the number line below to answer questions 1 – 4. </w:t>
            </w:r>
          </w:p>
          <w:p w:rsidR="00294DA4" w:rsidRPr="00E83035" w:rsidRDefault="00294DA4" w:rsidP="00714AAC">
            <w:pPr>
              <w:rPr>
                <w:rFonts w:ascii="Calibri" w:hAnsi="Calibri" w:cs="Cambria"/>
                <w:b/>
                <w:bCs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  <w:b/>
                <w:bCs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  <w:b/>
                <w:bCs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  <w:tr w:rsidR="00294DA4" w:rsidTr="00714AAC"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1. What is the distance, in coordinate units, between points </w:t>
            </w:r>
            <w:r w:rsidRPr="00E83035">
              <w:rPr>
                <w:rFonts w:ascii="Calibri" w:hAnsi="Calibri" w:cs="Cambria"/>
                <w:i/>
              </w:rPr>
              <w:t>A</w:t>
            </w:r>
            <w:r w:rsidRPr="00E83035">
              <w:rPr>
                <w:rFonts w:ascii="Calibri" w:hAnsi="Calibri" w:cs="Cambria"/>
              </w:rPr>
              <w:t xml:space="preserve"> and </w:t>
            </w:r>
            <w:r w:rsidRPr="00E83035">
              <w:rPr>
                <w:rFonts w:ascii="Calibri" w:hAnsi="Calibri" w:cs="Cambria"/>
                <w:i/>
              </w:rPr>
              <w:t>B</w:t>
            </w:r>
            <w:r w:rsidRPr="00E83035">
              <w:rPr>
                <w:rFonts w:ascii="Calibri" w:hAnsi="Calibri" w:cs="Cambria"/>
              </w:rPr>
              <w:t xml:space="preserve">? </w:t>
            </w: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2. What is the distance, in coordinate units, between points </w:t>
            </w:r>
            <w:r w:rsidRPr="00E83035">
              <w:rPr>
                <w:rFonts w:ascii="Calibri" w:hAnsi="Calibri" w:cs="Cambria"/>
                <w:i/>
              </w:rPr>
              <w:t>B</w:t>
            </w:r>
            <w:r w:rsidRPr="00E83035">
              <w:rPr>
                <w:rFonts w:ascii="Calibri" w:hAnsi="Calibri" w:cs="Cambria"/>
              </w:rPr>
              <w:t xml:space="preserve"> and </w:t>
            </w:r>
            <w:r w:rsidRPr="00E83035">
              <w:rPr>
                <w:rFonts w:ascii="Calibri" w:hAnsi="Calibri" w:cs="Cambria"/>
                <w:i/>
              </w:rPr>
              <w:t>E</w:t>
            </w:r>
            <w:r w:rsidRPr="00E83035">
              <w:rPr>
                <w:rFonts w:ascii="Calibri" w:hAnsi="Calibri" w:cs="Cambria"/>
              </w:rPr>
              <w:t>?</w:t>
            </w:r>
          </w:p>
        </w:tc>
      </w:tr>
      <w:tr w:rsidR="00294DA4" w:rsidTr="00714AAC"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3. How much longer is </w:t>
            </w:r>
            <w:r w:rsidRPr="00E83035">
              <w:rPr>
                <w:rFonts w:ascii="Calibri" w:hAnsi="Calibri" w:cs="Cambria"/>
                <w:i/>
              </w:rPr>
              <w:t>AD</w:t>
            </w:r>
            <w:r w:rsidRPr="00E83035">
              <w:rPr>
                <w:rFonts w:ascii="Calibri" w:hAnsi="Calibri" w:cs="Cambria"/>
              </w:rPr>
              <w:t xml:space="preserve"> than </w:t>
            </w:r>
            <w:r w:rsidRPr="00E83035">
              <w:rPr>
                <w:rFonts w:ascii="Calibri" w:hAnsi="Calibri" w:cs="Cambria"/>
                <w:i/>
              </w:rPr>
              <w:t>BE</w:t>
            </w:r>
            <w:r w:rsidRPr="00E83035">
              <w:rPr>
                <w:rFonts w:ascii="Calibri" w:hAnsi="Calibri" w:cs="Cambria"/>
              </w:rPr>
              <w:t>?</w:t>
            </w: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4. How much longer is </w:t>
            </w:r>
            <w:r w:rsidRPr="00E83035">
              <w:rPr>
                <w:rFonts w:ascii="Calibri" w:hAnsi="Calibri" w:cs="Cambria"/>
                <w:i/>
              </w:rPr>
              <w:t>CD</w:t>
            </w:r>
            <w:r w:rsidRPr="00E83035">
              <w:rPr>
                <w:rFonts w:ascii="Calibri" w:hAnsi="Calibri" w:cs="Cambria"/>
              </w:rPr>
              <w:t xml:space="preserve"> than </w:t>
            </w:r>
            <w:r w:rsidRPr="00E83035">
              <w:rPr>
                <w:rFonts w:ascii="Calibri" w:hAnsi="Calibri" w:cs="Cambria"/>
                <w:i/>
              </w:rPr>
              <w:t>DE</w:t>
            </w:r>
            <w:r w:rsidRPr="00E83035">
              <w:rPr>
                <w:rFonts w:ascii="Calibri" w:hAnsi="Calibri" w:cs="Cambria"/>
              </w:rPr>
              <w:t>?</w:t>
            </w:r>
          </w:p>
        </w:tc>
      </w:tr>
      <w:tr w:rsidR="00294DA4" w:rsidTr="00714AAC">
        <w:tc>
          <w:tcPr>
            <w:tcW w:w="11016" w:type="dxa"/>
            <w:gridSpan w:val="2"/>
          </w:tcPr>
          <w:p w:rsidR="00294DA4" w:rsidRPr="00E16A7A" w:rsidRDefault="00294DA4" w:rsidP="00714AAC">
            <w:pPr>
              <w:rPr>
                <w:rFonts w:ascii="Calibri" w:hAnsi="Calibri" w:cs="Cambria"/>
                <w:spacing w:val="-2"/>
              </w:rPr>
            </w:pPr>
            <w:r w:rsidRPr="00E16A7A">
              <w:rPr>
                <w:rFonts w:ascii="Calibri" w:hAnsi="Calibri" w:cs="Cambria"/>
                <w:spacing w:val="-2"/>
              </w:rPr>
              <w:t xml:space="preserve">Use the description of a number line below to answer questions 5 – </w:t>
            </w:r>
            <w:r w:rsidR="00E16A7A">
              <w:rPr>
                <w:rFonts w:ascii="Calibri" w:hAnsi="Calibri" w:cs="Cambria"/>
                <w:spacing w:val="-2"/>
              </w:rPr>
              <w:t>8</w:t>
            </w:r>
            <w:r w:rsidRPr="00E16A7A">
              <w:rPr>
                <w:rFonts w:ascii="Calibri" w:hAnsi="Calibri" w:cs="Cambria"/>
                <w:spacing w:val="-2"/>
              </w:rPr>
              <w:t xml:space="preserve">. Sketch the number line below before answering the questions. </w:t>
            </w:r>
            <w:r w:rsidR="00E16A7A" w:rsidRPr="00E16A7A">
              <w:rPr>
                <w:rFonts w:ascii="Calibri" w:hAnsi="Calibri" w:cs="Cambria"/>
                <w:spacing w:val="-2"/>
              </w:rPr>
              <w:t xml:space="preserve">(Your </w:t>
            </w:r>
            <w:r w:rsidR="00E16A7A">
              <w:rPr>
                <w:rFonts w:ascii="Calibri" w:hAnsi="Calibri" w:cs="Cambria"/>
                <w:spacing w:val="-2"/>
              </w:rPr>
              <w:t>line does</w:t>
            </w:r>
            <w:r w:rsidR="00E16A7A" w:rsidRPr="00E16A7A">
              <w:rPr>
                <w:rFonts w:ascii="Calibri" w:hAnsi="Calibri" w:cs="Cambria"/>
                <w:spacing w:val="-2"/>
              </w:rPr>
              <w:t xml:space="preserve"> </w:t>
            </w:r>
            <w:r w:rsidR="00E16A7A" w:rsidRPr="00E16A7A">
              <w:rPr>
                <w:rFonts w:ascii="Calibri" w:hAnsi="Calibri" w:cs="Cambria"/>
                <w:spacing w:val="-2"/>
                <w:u w:val="single"/>
              </w:rPr>
              <w:t>not</w:t>
            </w:r>
            <w:r w:rsidR="00E16A7A" w:rsidRPr="00E16A7A">
              <w:rPr>
                <w:rFonts w:ascii="Calibri" w:hAnsi="Calibri" w:cs="Cambria"/>
                <w:spacing w:val="-2"/>
              </w:rPr>
              <w:t xml:space="preserve"> need to be to scale. Be sure to label the line that is 0 in addition to the numbers below.) </w:t>
            </w:r>
          </w:p>
          <w:p w:rsidR="00294DA4" w:rsidRPr="00E83035" w:rsidRDefault="00E16A7A" w:rsidP="00E16A7A">
            <w:pPr>
              <w:tabs>
                <w:tab w:val="left" w:pos="6815"/>
              </w:tabs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ab/>
            </w:r>
          </w:p>
          <w:p w:rsidR="00294DA4" w:rsidRPr="00E83035" w:rsidRDefault="00294DA4" w:rsidP="00714AAC">
            <w:pPr>
              <w:rPr>
                <w:rFonts w:ascii="Calibri" w:hAnsi="Calibri" w:cs="Cambria"/>
                <w:i/>
              </w:rPr>
            </w:pPr>
            <w:r w:rsidRPr="00E83035">
              <w:rPr>
                <w:rFonts w:ascii="Calibri" w:hAnsi="Calibri" w:cs="Cambria"/>
                <w:i/>
              </w:rPr>
              <w:t xml:space="preserve">On a number line, point W is located at 3, X is located at –5, Y is located at –16, and Z is located at 11. </w:t>
            </w:r>
          </w:p>
          <w:p w:rsidR="00294DA4" w:rsidRPr="00E83035" w:rsidRDefault="00294DA4" w:rsidP="00714AAC">
            <w:pPr>
              <w:rPr>
                <w:rFonts w:ascii="Calibri" w:hAnsi="Calibri"/>
              </w:rPr>
            </w:pPr>
          </w:p>
          <w:p w:rsidR="00294DA4" w:rsidRPr="00E83035" w:rsidRDefault="00E30694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541020</wp:posOffset>
                      </wp:positionH>
                      <wp:positionV relativeFrom="paragraph">
                        <wp:posOffset>126365</wp:posOffset>
                      </wp:positionV>
                      <wp:extent cx="5720715" cy="0"/>
                      <wp:effectExtent l="26670" t="76200" r="24765" b="76200"/>
                      <wp:wrapNone/>
                      <wp:docPr id="31" name="AutoShap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207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 type="arrow" w="med" len="med"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C4057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6" o:spid="_x0000_s1026" type="#_x0000_t32" style="position:absolute;margin-left:42.6pt;margin-top:9.95pt;width:450.4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" strokeweight="1.5pt">
                      <v:stroke startarrow="open" endarrow="open"/>
                    </v:shape>
                  </w:pict>
                </mc:Fallback>
              </mc:AlternateContent>
            </w:r>
          </w:p>
          <w:p w:rsidR="00294DA4" w:rsidRPr="00E83035" w:rsidRDefault="00294DA4" w:rsidP="00714AAC">
            <w:pPr>
              <w:rPr>
                <w:rFonts w:ascii="Calibri" w:hAnsi="Calibri"/>
              </w:rPr>
            </w:pPr>
          </w:p>
          <w:p w:rsidR="00294DA4" w:rsidRPr="00E83035" w:rsidRDefault="00294DA4" w:rsidP="00714AAC">
            <w:pPr>
              <w:rPr>
                <w:rFonts w:ascii="Calibri" w:hAnsi="Calibri"/>
              </w:rPr>
            </w:pPr>
          </w:p>
        </w:tc>
      </w:tr>
      <w:tr w:rsidR="00294DA4" w:rsidTr="00714AAC"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5. What is the distance, in coordinate units, between points </w:t>
            </w:r>
            <w:r w:rsidRPr="00E83035">
              <w:rPr>
                <w:rFonts w:ascii="Calibri" w:hAnsi="Calibri" w:cs="Cambria"/>
                <w:i/>
              </w:rPr>
              <w:t>W</w:t>
            </w:r>
            <w:r w:rsidRPr="00E83035">
              <w:rPr>
                <w:rFonts w:ascii="Calibri" w:hAnsi="Calibri" w:cs="Cambria"/>
              </w:rPr>
              <w:t xml:space="preserve"> and </w:t>
            </w:r>
            <w:r w:rsidRPr="00E83035">
              <w:rPr>
                <w:rFonts w:ascii="Calibri" w:hAnsi="Calibri" w:cs="Cambria"/>
                <w:i/>
              </w:rPr>
              <w:t>Z</w:t>
            </w:r>
            <w:r w:rsidRPr="00E83035">
              <w:rPr>
                <w:rFonts w:ascii="Calibri" w:hAnsi="Calibri" w:cs="Cambria"/>
              </w:rPr>
              <w:t xml:space="preserve">? </w:t>
            </w:r>
          </w:p>
        </w:tc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6. What is the distance, in coordinate units, between points </w:t>
            </w:r>
            <w:r w:rsidRPr="00E83035">
              <w:rPr>
                <w:rFonts w:ascii="Calibri" w:hAnsi="Calibri" w:cs="Cambria"/>
                <w:i/>
              </w:rPr>
              <w:t>Y</w:t>
            </w:r>
            <w:r w:rsidRPr="00E83035">
              <w:rPr>
                <w:rFonts w:ascii="Calibri" w:hAnsi="Calibri" w:cs="Cambria"/>
              </w:rPr>
              <w:t xml:space="preserve"> and </w:t>
            </w:r>
            <w:r w:rsidRPr="00E83035">
              <w:rPr>
                <w:rFonts w:ascii="Calibri" w:hAnsi="Calibri" w:cs="Cambria"/>
                <w:i/>
              </w:rPr>
              <w:t>Z</w:t>
            </w:r>
            <w:r w:rsidRPr="00E83035">
              <w:rPr>
                <w:rFonts w:ascii="Calibri" w:hAnsi="Calibri" w:cs="Cambria"/>
              </w:rPr>
              <w:t>?</w:t>
            </w: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</w:tc>
      </w:tr>
      <w:tr w:rsidR="00294DA4" w:rsidTr="00714AAC"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7. How much longer is </w:t>
            </w:r>
            <w:r w:rsidRPr="00E83035">
              <w:rPr>
                <w:rFonts w:ascii="Calibri" w:hAnsi="Calibri" w:cs="Cambria"/>
                <w:i/>
              </w:rPr>
              <w:t>WY</w:t>
            </w:r>
            <w:r w:rsidRPr="00E83035">
              <w:rPr>
                <w:rFonts w:ascii="Calibri" w:hAnsi="Calibri" w:cs="Cambria"/>
              </w:rPr>
              <w:t xml:space="preserve"> than </w:t>
            </w:r>
            <w:r w:rsidRPr="00E83035">
              <w:rPr>
                <w:rFonts w:ascii="Calibri" w:hAnsi="Calibri" w:cs="Cambria"/>
                <w:i/>
              </w:rPr>
              <w:t>XZ</w:t>
            </w:r>
            <w:r w:rsidRPr="00E83035">
              <w:rPr>
                <w:rFonts w:ascii="Calibri" w:hAnsi="Calibri" w:cs="Cambria"/>
              </w:rPr>
              <w:t xml:space="preserve">? </w:t>
            </w: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</w:tcPr>
          <w:p w:rsidR="00294DA4" w:rsidRPr="00E83035" w:rsidRDefault="00667F71" w:rsidP="00714AAC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>8</w:t>
            </w:r>
            <w:r w:rsidR="00294DA4" w:rsidRPr="00E83035">
              <w:rPr>
                <w:rFonts w:ascii="Calibri" w:hAnsi="Calibri" w:cs="Cambria"/>
              </w:rPr>
              <w:t xml:space="preserve">. How much longer is </w:t>
            </w:r>
            <w:r w:rsidR="00294DA4" w:rsidRPr="00E83035">
              <w:rPr>
                <w:rFonts w:ascii="Calibri" w:hAnsi="Calibri" w:cs="Cambria"/>
                <w:i/>
              </w:rPr>
              <w:t>YZ</w:t>
            </w:r>
            <w:r w:rsidR="00294DA4" w:rsidRPr="00E83035">
              <w:rPr>
                <w:rFonts w:ascii="Calibri" w:hAnsi="Calibri" w:cs="Cambria"/>
              </w:rPr>
              <w:t xml:space="preserve"> than </w:t>
            </w:r>
            <w:r w:rsidR="00294DA4" w:rsidRPr="00E83035">
              <w:rPr>
                <w:rFonts w:ascii="Calibri" w:hAnsi="Calibri" w:cs="Cambria"/>
                <w:i/>
              </w:rPr>
              <w:t>WX</w:t>
            </w:r>
            <w:r w:rsidR="00294DA4" w:rsidRPr="00E83035">
              <w:rPr>
                <w:rFonts w:ascii="Calibri" w:hAnsi="Calibri" w:cs="Cambria"/>
              </w:rPr>
              <w:t xml:space="preserve">? </w:t>
            </w:r>
          </w:p>
        </w:tc>
      </w:tr>
    </w:tbl>
    <w:p w:rsidR="00294DA4" w:rsidRDefault="00294DA4" w:rsidP="00294DA4"/>
    <w:p w:rsidR="00294DA4" w:rsidRDefault="00294DA4">
      <w:r>
        <w:br w:type="page"/>
      </w:r>
    </w:p>
    <w:p w:rsidR="00667F71" w:rsidRDefault="00667F71">
      <w:r>
        <w:lastRenderedPageBreak/>
        <w:t xml:space="preserve">Challenge! </w:t>
      </w:r>
      <w:bookmarkStart w:id="0" w:name="_GoBack"/>
      <w:bookmarkEnd w:id="0"/>
    </w:p>
    <w:p w:rsidR="00667F71" w:rsidRDefault="00667F71"/>
    <w:p w:rsidR="00667F71" w:rsidRDefault="00667F71">
      <w:r>
        <w:rPr>
          <w:noProof/>
        </w:rPr>
        <w:drawing>
          <wp:inline distT="0" distB="0" distL="0" distR="0" wp14:anchorId="51AD4062" wp14:editId="0AD816DA">
            <wp:extent cx="6461741" cy="6419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66103" cy="642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6568" w:rsidRDefault="005C6568" w:rsidP="00294DA4">
      <w:pPr>
        <w:rPr>
          <w:rFonts w:ascii="Calibri" w:hAnsi="Calibri"/>
          <w:sz w:val="2"/>
        </w:rPr>
      </w:pPr>
    </w:p>
    <w:p w:rsidR="00E2400C" w:rsidRPr="00294DA4" w:rsidRDefault="00E2400C" w:rsidP="00294DA4">
      <w:pPr>
        <w:rPr>
          <w:rFonts w:ascii="Calibri" w:hAnsi="Calibri"/>
          <w:sz w:val="2"/>
        </w:rPr>
      </w:pPr>
    </w:p>
    <w:sectPr w:rsidR="00E2400C" w:rsidRPr="00294DA4" w:rsidSect="00433636">
      <w:footerReference w:type="default" r:id="rId11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B99" w:rsidRDefault="00F12B99" w:rsidP="004A1C66">
      <w:r>
        <w:separator/>
      </w:r>
    </w:p>
  </w:endnote>
  <w:endnote w:type="continuationSeparator" w:id="0">
    <w:p w:rsidR="00F12B99" w:rsidRDefault="00F12B99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B99" w:rsidRDefault="00F12B99" w:rsidP="004A1C66">
      <w:r>
        <w:separator/>
      </w:r>
    </w:p>
  </w:footnote>
  <w:footnote w:type="continuationSeparator" w:id="0">
    <w:p w:rsidR="00F12B99" w:rsidRDefault="00F12B99" w:rsidP="004A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A2D0B"/>
    <w:multiLevelType w:val="hybridMultilevel"/>
    <w:tmpl w:val="BA1E86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015AEC"/>
    <w:multiLevelType w:val="hybridMultilevel"/>
    <w:tmpl w:val="BBE00A46"/>
    <w:lvl w:ilvl="0" w:tplc="76FE6DF8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215"/>
    <w:rsid w:val="000139E1"/>
    <w:rsid w:val="000248E2"/>
    <w:rsid w:val="00105A07"/>
    <w:rsid w:val="00242D79"/>
    <w:rsid w:val="00294DA4"/>
    <w:rsid w:val="002F6EAC"/>
    <w:rsid w:val="003B785F"/>
    <w:rsid w:val="00433636"/>
    <w:rsid w:val="004A1C66"/>
    <w:rsid w:val="004A48E1"/>
    <w:rsid w:val="004D05E9"/>
    <w:rsid w:val="005A3EE8"/>
    <w:rsid w:val="005C6568"/>
    <w:rsid w:val="005D2DF1"/>
    <w:rsid w:val="005F7234"/>
    <w:rsid w:val="00667F71"/>
    <w:rsid w:val="00674044"/>
    <w:rsid w:val="006F5A5F"/>
    <w:rsid w:val="00736640"/>
    <w:rsid w:val="007E25A6"/>
    <w:rsid w:val="007E739E"/>
    <w:rsid w:val="00827215"/>
    <w:rsid w:val="00906228"/>
    <w:rsid w:val="00A07D77"/>
    <w:rsid w:val="00A678D3"/>
    <w:rsid w:val="00A72915"/>
    <w:rsid w:val="00B53200"/>
    <w:rsid w:val="00C323DB"/>
    <w:rsid w:val="00CE4705"/>
    <w:rsid w:val="00D94CD9"/>
    <w:rsid w:val="00DD6332"/>
    <w:rsid w:val="00E16A7A"/>
    <w:rsid w:val="00E2400C"/>
    <w:rsid w:val="00E30694"/>
    <w:rsid w:val="00ED05F2"/>
    <w:rsid w:val="00F1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9362EF-4B00-4EE0-88C7-D99F2D564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q1%20(14-15)\wk04~sep%2015-19%20(foundations%20of%20geometry)\day%2017%20-%20sep%2017\HW17_Distance&amp;AbsoluteValue%20tem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HW17_Distance&amp;AbsoluteValue temp</Template>
  <TotalTime>7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Bielmeier, Sean</cp:lastModifiedBy>
  <cp:revision>5</cp:revision>
  <dcterms:created xsi:type="dcterms:W3CDTF">2014-09-17T11:38:00Z</dcterms:created>
  <dcterms:modified xsi:type="dcterms:W3CDTF">2014-09-17T11:49:00Z</dcterms:modified>
</cp:coreProperties>
</file>